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58"/>
        <w:gridCol w:w="1560"/>
        <w:gridCol w:w="1546"/>
        <w:gridCol w:w="2408"/>
        <w:gridCol w:w="2673"/>
      </w:tblGrid>
      <w:tr w:rsidR="00A51A10" w:rsidRPr="009A55DC" w:rsidTr="00A51A10">
        <w:trPr>
          <w:trHeight w:val="397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51A10" w:rsidRPr="009A55DC" w:rsidRDefault="00A51A10" w:rsidP="00A51A10">
            <w:pPr>
              <w:rPr>
                <w:b/>
              </w:rPr>
            </w:pPr>
            <w:r w:rsidRPr="009A55DC">
              <w:rPr>
                <w:b/>
              </w:rPr>
              <w:t xml:space="preserve">Обозначение земельного участка  </w:t>
            </w:r>
            <w:r>
              <w:rPr>
                <w:b/>
              </w:rPr>
              <w:t>37:18:040205:50</w:t>
            </w:r>
          </w:p>
        </w:tc>
      </w:tr>
      <w:tr w:rsidR="00A51A10" w:rsidRPr="009A55DC" w:rsidTr="00A51A10">
        <w:trPr>
          <w:trHeight w:val="403"/>
        </w:trPr>
        <w:tc>
          <w:tcPr>
            <w:tcW w:w="1458" w:type="dxa"/>
            <w:vMerge w:val="restart"/>
            <w:shd w:val="clear" w:color="auto" w:fill="auto"/>
          </w:tcPr>
          <w:p w:rsidR="00A51A10" w:rsidRPr="009A55DC" w:rsidRDefault="00A51A10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3106" w:type="dxa"/>
            <w:gridSpan w:val="2"/>
            <w:shd w:val="clear" w:color="auto" w:fill="auto"/>
            <w:vAlign w:val="center"/>
          </w:tcPr>
          <w:p w:rsidR="00A51A10" w:rsidRPr="009A55DC" w:rsidRDefault="00A51A10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Координаты, м</w:t>
            </w:r>
          </w:p>
        </w:tc>
        <w:tc>
          <w:tcPr>
            <w:tcW w:w="2408" w:type="dxa"/>
            <w:vMerge w:val="restart"/>
            <w:shd w:val="clear" w:color="auto" w:fill="auto"/>
          </w:tcPr>
          <w:p w:rsidR="00A51A10" w:rsidRPr="009A55DC" w:rsidRDefault="00A51A10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 xml:space="preserve">Средняя </w:t>
            </w:r>
            <w:proofErr w:type="spellStart"/>
            <w:r w:rsidRPr="009A55DC">
              <w:rPr>
                <w:b/>
                <w:sz w:val="18"/>
                <w:szCs w:val="18"/>
              </w:rPr>
              <w:t>квадратическая</w:t>
            </w:r>
            <w:proofErr w:type="spellEnd"/>
            <w:r w:rsidRPr="009A55DC">
              <w:rPr>
                <w:b/>
                <w:sz w:val="18"/>
                <w:szCs w:val="18"/>
              </w:rPr>
              <w:t xml:space="preserve"> погрешность положения характерной точки (</w:t>
            </w:r>
            <w:proofErr w:type="spellStart"/>
            <w:r w:rsidRPr="009A55DC">
              <w:rPr>
                <w:b/>
                <w:sz w:val="18"/>
                <w:szCs w:val="18"/>
              </w:rPr>
              <w:t>Mt</w:t>
            </w:r>
            <w:proofErr w:type="spellEnd"/>
            <w:r w:rsidRPr="009A55DC">
              <w:rPr>
                <w:b/>
                <w:sz w:val="18"/>
                <w:szCs w:val="18"/>
              </w:rPr>
              <w:t>), м</w:t>
            </w:r>
          </w:p>
        </w:tc>
        <w:tc>
          <w:tcPr>
            <w:tcW w:w="2673" w:type="dxa"/>
            <w:vMerge w:val="restart"/>
            <w:shd w:val="clear" w:color="auto" w:fill="auto"/>
          </w:tcPr>
          <w:p w:rsidR="00A51A10" w:rsidRPr="009A55DC" w:rsidRDefault="00A51A10" w:rsidP="009A55DC">
            <w:pPr>
              <w:jc w:val="center"/>
              <w:rPr>
                <w:b/>
                <w:sz w:val="18"/>
                <w:szCs w:val="18"/>
              </w:rPr>
            </w:pPr>
            <w:r w:rsidRPr="009A55DC">
              <w:rPr>
                <w:b/>
                <w:sz w:val="18"/>
                <w:szCs w:val="18"/>
              </w:rPr>
              <w:t>Описание закрепления точки</w:t>
            </w:r>
          </w:p>
        </w:tc>
      </w:tr>
      <w:tr w:rsidR="00A51A10" w:rsidRPr="009A55DC" w:rsidTr="00A51A10">
        <w:tc>
          <w:tcPr>
            <w:tcW w:w="1458" w:type="dxa"/>
            <w:vMerge/>
            <w:shd w:val="clear" w:color="auto" w:fill="auto"/>
          </w:tcPr>
          <w:p w:rsidR="00A51A10" w:rsidRPr="009A55DC" w:rsidRDefault="00A51A10" w:rsidP="00620E4A">
            <w:pPr>
              <w:rPr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51A10" w:rsidRPr="009A55DC" w:rsidRDefault="00A51A10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X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51A10" w:rsidRPr="009A55DC" w:rsidRDefault="00A51A10" w:rsidP="009A55DC">
            <w:pPr>
              <w:jc w:val="center"/>
              <w:rPr>
                <w:b/>
              </w:rPr>
            </w:pPr>
            <w:r w:rsidRPr="009A55DC">
              <w:rPr>
                <w:b/>
              </w:rPr>
              <w:t>Y</w:t>
            </w:r>
          </w:p>
        </w:tc>
        <w:tc>
          <w:tcPr>
            <w:tcW w:w="2408" w:type="dxa"/>
            <w:vMerge/>
            <w:shd w:val="clear" w:color="auto" w:fill="auto"/>
          </w:tcPr>
          <w:p w:rsidR="00A51A10" w:rsidRPr="009A55DC" w:rsidRDefault="00A51A10" w:rsidP="00620E4A">
            <w:pPr>
              <w:rPr>
                <w:b/>
              </w:rPr>
            </w:pPr>
          </w:p>
        </w:tc>
        <w:tc>
          <w:tcPr>
            <w:tcW w:w="2673" w:type="dxa"/>
            <w:vMerge/>
            <w:shd w:val="clear" w:color="auto" w:fill="auto"/>
          </w:tcPr>
          <w:p w:rsidR="00A51A10" w:rsidRPr="009A55DC" w:rsidRDefault="00A51A10" w:rsidP="00620E4A">
            <w:pPr>
              <w:rPr>
                <w:b/>
              </w:rPr>
            </w:pPr>
          </w:p>
        </w:tc>
      </w:tr>
      <w:tr w:rsidR="00A51A10" w:rsidRPr="009A55DC" w:rsidTr="00A51A10">
        <w:tc>
          <w:tcPr>
            <w:tcW w:w="1458" w:type="dxa"/>
            <w:shd w:val="clear" w:color="auto" w:fill="auto"/>
          </w:tcPr>
          <w:p w:rsidR="00A51A10" w:rsidRPr="009A55DC" w:rsidRDefault="00A51A10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A51A10" w:rsidRPr="009A55DC" w:rsidRDefault="00A51A10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2</w:t>
            </w:r>
          </w:p>
        </w:tc>
        <w:tc>
          <w:tcPr>
            <w:tcW w:w="1546" w:type="dxa"/>
            <w:shd w:val="clear" w:color="auto" w:fill="auto"/>
          </w:tcPr>
          <w:p w:rsidR="00A51A10" w:rsidRPr="009A55DC" w:rsidRDefault="00A51A10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3</w:t>
            </w:r>
          </w:p>
        </w:tc>
        <w:tc>
          <w:tcPr>
            <w:tcW w:w="2408" w:type="dxa"/>
            <w:shd w:val="clear" w:color="auto" w:fill="auto"/>
          </w:tcPr>
          <w:p w:rsidR="00A51A10" w:rsidRPr="009A55DC" w:rsidRDefault="00A51A10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4</w:t>
            </w:r>
          </w:p>
        </w:tc>
        <w:tc>
          <w:tcPr>
            <w:tcW w:w="2673" w:type="dxa"/>
            <w:shd w:val="clear" w:color="auto" w:fill="auto"/>
          </w:tcPr>
          <w:p w:rsidR="00A51A10" w:rsidRPr="009A55DC" w:rsidRDefault="00A51A10" w:rsidP="009A55DC">
            <w:pPr>
              <w:pStyle w:val="Normal"/>
              <w:tabs>
                <w:tab w:val="left" w:pos="11340"/>
              </w:tabs>
              <w:jc w:val="center"/>
              <w:rPr>
                <w:b/>
                <w:caps/>
                <w:sz w:val="20"/>
              </w:rPr>
            </w:pPr>
            <w:r w:rsidRPr="009A55DC">
              <w:rPr>
                <w:b/>
                <w:caps/>
                <w:sz w:val="20"/>
              </w:rPr>
              <w:t>5</w:t>
            </w:r>
          </w:p>
        </w:tc>
      </w:tr>
      <w:tr w:rsidR="00A51A10" w:rsidRPr="009A55DC" w:rsidTr="00A51A10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37:18:040205:54</w:t>
            </w:r>
          </w:p>
        </w:tc>
      </w:tr>
      <w:tr w:rsidR="00A51A10" w:rsidRPr="009A55DC" w:rsidTr="00A51A10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51A10" w:rsidRPr="003D46AE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6293779.92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2174347.66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51A10" w:rsidRPr="00A043D6" w:rsidRDefault="008E20E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51A10" w:rsidRPr="009A55DC" w:rsidTr="00A51A10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51A10" w:rsidRPr="003D46AE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6293782.75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2174346.92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51A10" w:rsidRPr="00A043D6" w:rsidRDefault="008E20E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51A10" w:rsidRPr="009A55DC" w:rsidTr="00A51A10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51A10" w:rsidRPr="003D46AE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6293783.01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2174347.88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51A10" w:rsidRPr="00A043D6" w:rsidRDefault="008E20E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51A10" w:rsidRPr="009A55DC" w:rsidTr="00A51A10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51A10" w:rsidRPr="003D46AE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6293780.18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2174348.63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51A10" w:rsidRPr="00A043D6" w:rsidRDefault="008E20E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51A10" w:rsidRPr="009A55DC" w:rsidTr="00A51A10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51A10" w:rsidRPr="003D46AE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6293779.92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2174347.66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51A10" w:rsidRPr="00A043D6" w:rsidRDefault="008E20E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51A10" w:rsidRPr="009A55DC" w:rsidTr="00A51A10">
        <w:trPr>
          <w:trHeight w:val="298"/>
        </w:trPr>
        <w:tc>
          <w:tcPr>
            <w:tcW w:w="9645" w:type="dxa"/>
            <w:gridSpan w:val="5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37:18:040205:55</w:t>
            </w:r>
          </w:p>
        </w:tc>
      </w:tr>
      <w:tr w:rsidR="00A51A10" w:rsidRPr="009A55DC" w:rsidTr="00A51A10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51A10" w:rsidRPr="003D46AE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6293754.96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2174357.03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51A10" w:rsidRPr="00A043D6" w:rsidRDefault="008E20E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51A10" w:rsidRPr="009A55DC" w:rsidTr="00A51A10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51A10" w:rsidRPr="003D46AE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6293754.83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2174356.90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51A10" w:rsidRPr="00A043D6" w:rsidRDefault="008E20E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51A10" w:rsidRPr="009A55DC" w:rsidTr="00A51A10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51A10" w:rsidRPr="003D46AE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6293754.96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2174356.77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51A10" w:rsidRPr="00A043D6" w:rsidRDefault="008E20E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51A10" w:rsidRPr="009A55DC" w:rsidTr="00A51A10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51A10" w:rsidRPr="003D46AE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6293755.09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2174356.90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51A10" w:rsidRPr="00A043D6" w:rsidRDefault="008E20E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51A10" w:rsidRPr="009A55DC" w:rsidTr="00A51A10">
        <w:trPr>
          <w:trHeight w:val="298"/>
        </w:trPr>
        <w:tc>
          <w:tcPr>
            <w:tcW w:w="1458" w:type="dxa"/>
            <w:shd w:val="clear" w:color="auto" w:fill="auto"/>
            <w:vAlign w:val="center"/>
          </w:tcPr>
          <w:p w:rsidR="00A51A10" w:rsidRPr="003D46AE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6293754.96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2174357.03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51A10" w:rsidRPr="00A043D6" w:rsidRDefault="00A51A10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A51A10" w:rsidRPr="00A043D6" w:rsidRDefault="008E20E9" w:rsidP="003D4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A51A10" w:rsidRPr="00002771" w:rsidRDefault="00A51A10" w:rsidP="00002771">
      <w:pPr>
        <w:pStyle w:val="Normal"/>
        <w:tabs>
          <w:tab w:val="left" w:pos="11340"/>
        </w:tabs>
        <w:jc w:val="center"/>
        <w:rPr>
          <w:b/>
          <w:sz w:val="20"/>
        </w:rPr>
      </w:pPr>
    </w:p>
    <w:p w:rsidR="00A51A10" w:rsidRPr="00801706" w:rsidRDefault="00A51A10" w:rsidP="00517430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A51A10" w:rsidRPr="0065181E" w:rsidRDefault="00A51A10" w:rsidP="00D966AA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A51A10" w:rsidRPr="00FD3F28" w:rsidRDefault="00A51A10" w:rsidP="00650BD2">
      <w:pPr>
        <w:pStyle w:val="Normal"/>
        <w:tabs>
          <w:tab w:val="left" w:pos="11340"/>
        </w:tabs>
        <w:rPr>
          <w:caps/>
          <w:sz w:val="20"/>
          <w:lang w:val="en-US"/>
        </w:rPr>
      </w:pPr>
    </w:p>
    <w:p w:rsidR="00A51A10" w:rsidRPr="00CF5B6E" w:rsidRDefault="00A51A10" w:rsidP="00CF5B6E">
      <w:pPr>
        <w:pStyle w:val="Normal"/>
        <w:tabs>
          <w:tab w:val="left" w:pos="11340"/>
        </w:tabs>
        <w:rPr>
          <w:caps/>
          <w:sz w:val="20"/>
        </w:rPr>
      </w:pPr>
    </w:p>
    <w:p w:rsidR="00A51A10" w:rsidRPr="00BE1A2D" w:rsidRDefault="00A51A10" w:rsidP="00BE1A2D">
      <w:pPr>
        <w:pStyle w:val="Normal"/>
        <w:tabs>
          <w:tab w:val="left" w:pos="11340"/>
        </w:tabs>
        <w:rPr>
          <w:caps/>
          <w:sz w:val="20"/>
        </w:rPr>
      </w:pPr>
    </w:p>
    <w:p w:rsidR="002D6987" w:rsidRPr="00CE4DB3" w:rsidRDefault="002D6987" w:rsidP="00CE4DB3">
      <w:bookmarkStart w:id="0" w:name="_GoBack"/>
      <w:bookmarkEnd w:id="0"/>
    </w:p>
    <w:sectPr w:rsidR="002D6987" w:rsidRPr="00CE4DB3" w:rsidSect="00BA2C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992" w:right="567" w:bottom="851" w:left="170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B7A" w:rsidRDefault="00F51B7A" w:rsidP="00DA35FF">
      <w:pPr>
        <w:pStyle w:val="a9"/>
      </w:pPr>
      <w:r>
        <w:separator/>
      </w:r>
    </w:p>
  </w:endnote>
  <w:endnote w:type="continuationSeparator" w:id="0">
    <w:p w:rsidR="00F51B7A" w:rsidRDefault="00F51B7A" w:rsidP="00DA35FF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41" w:rsidRDefault="00204F4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B7A" w:rsidRDefault="00F51B7A" w:rsidP="00DA35FF">
      <w:pPr>
        <w:pStyle w:val="a9"/>
      </w:pPr>
      <w:r>
        <w:separator/>
      </w:r>
    </w:p>
  </w:footnote>
  <w:footnote w:type="continuationSeparator" w:id="0">
    <w:p w:rsidR="00F51B7A" w:rsidRDefault="00F51B7A" w:rsidP="00DA35FF">
      <w:pPr>
        <w:pStyle w:val="a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CCC" w:rsidRDefault="00BA2CC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C5F11"/>
    <w:multiLevelType w:val="hybridMultilevel"/>
    <w:tmpl w:val="7236E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A10"/>
    <w:rsid w:val="00007437"/>
    <w:rsid w:val="0002046B"/>
    <w:rsid w:val="00022AE4"/>
    <w:rsid w:val="00040040"/>
    <w:rsid w:val="000F6C47"/>
    <w:rsid w:val="001035EC"/>
    <w:rsid w:val="00144A4D"/>
    <w:rsid w:val="00204F41"/>
    <w:rsid w:val="00255B0F"/>
    <w:rsid w:val="002D6987"/>
    <w:rsid w:val="002F08CC"/>
    <w:rsid w:val="002F12F2"/>
    <w:rsid w:val="00324809"/>
    <w:rsid w:val="003620F0"/>
    <w:rsid w:val="003818DD"/>
    <w:rsid w:val="003C0609"/>
    <w:rsid w:val="003F7BA4"/>
    <w:rsid w:val="00471412"/>
    <w:rsid w:val="004D3205"/>
    <w:rsid w:val="004F1452"/>
    <w:rsid w:val="005728AF"/>
    <w:rsid w:val="00592A7B"/>
    <w:rsid w:val="005B44DE"/>
    <w:rsid w:val="005D7AC3"/>
    <w:rsid w:val="00625D5A"/>
    <w:rsid w:val="00662A04"/>
    <w:rsid w:val="006817CF"/>
    <w:rsid w:val="00703030"/>
    <w:rsid w:val="007170C9"/>
    <w:rsid w:val="00726087"/>
    <w:rsid w:val="00791A4A"/>
    <w:rsid w:val="007E7BE9"/>
    <w:rsid w:val="007F0B68"/>
    <w:rsid w:val="00815B68"/>
    <w:rsid w:val="00840BE6"/>
    <w:rsid w:val="00842814"/>
    <w:rsid w:val="00892B03"/>
    <w:rsid w:val="008A386D"/>
    <w:rsid w:val="008B4D94"/>
    <w:rsid w:val="008C014F"/>
    <w:rsid w:val="008E20E9"/>
    <w:rsid w:val="00914F06"/>
    <w:rsid w:val="00934941"/>
    <w:rsid w:val="00942D6C"/>
    <w:rsid w:val="00947C42"/>
    <w:rsid w:val="009D385F"/>
    <w:rsid w:val="00A51A10"/>
    <w:rsid w:val="00B306E5"/>
    <w:rsid w:val="00B97BC7"/>
    <w:rsid w:val="00BA2CCC"/>
    <w:rsid w:val="00C51B87"/>
    <w:rsid w:val="00C92C21"/>
    <w:rsid w:val="00CA0ACF"/>
    <w:rsid w:val="00CB494E"/>
    <w:rsid w:val="00CE4DB3"/>
    <w:rsid w:val="00D232B1"/>
    <w:rsid w:val="00D468F3"/>
    <w:rsid w:val="00D77AF9"/>
    <w:rsid w:val="00D9609B"/>
    <w:rsid w:val="00DA35FF"/>
    <w:rsid w:val="00E056B5"/>
    <w:rsid w:val="00E14E2C"/>
    <w:rsid w:val="00E75489"/>
    <w:rsid w:val="00E8104D"/>
    <w:rsid w:val="00ED3202"/>
    <w:rsid w:val="00F45F58"/>
    <w:rsid w:val="00F51B7A"/>
    <w:rsid w:val="00F65A45"/>
    <w:rsid w:val="00FE460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C764F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autoSpaceDE w:val="0"/>
      <w:autoSpaceDN w:val="0"/>
      <w:spacing w:before="120"/>
      <w:jc w:val="center"/>
      <w:outlineLvl w:val="0"/>
    </w:pPr>
    <w:rPr>
      <w:rFonts w:ascii="Arial" w:hAnsi="Arial"/>
      <w:b/>
      <w:kern w:val="28"/>
      <w:sz w:val="24"/>
    </w:rPr>
  </w:style>
  <w:style w:type="paragraph" w:styleId="2">
    <w:name w:val="heading 2"/>
    <w:basedOn w:val="a0"/>
    <w:next w:val="a0"/>
    <w:qFormat/>
    <w:pPr>
      <w:keepNext/>
      <w:widowControl w:val="0"/>
      <w:outlineLvl w:val="1"/>
    </w:pPr>
    <w:rPr>
      <w:b/>
      <w:snapToGrid w:val="0"/>
    </w:rPr>
  </w:style>
  <w:style w:type="paragraph" w:styleId="3">
    <w:name w:val="heading 3"/>
    <w:basedOn w:val="a0"/>
    <w:next w:val="a0"/>
    <w:qFormat/>
    <w:pPr>
      <w:keepNext/>
      <w:ind w:left="1843"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outlineLvl w:val="3"/>
    </w:pPr>
    <w:rPr>
      <w:rFonts w:ascii="Arial CYR" w:hAnsi="Arial CYR"/>
      <w:b/>
      <w:sz w:val="22"/>
    </w:rPr>
  </w:style>
  <w:style w:type="paragraph" w:styleId="5">
    <w:name w:val="heading 5"/>
    <w:basedOn w:val="a0"/>
    <w:next w:val="a0"/>
    <w:qFormat/>
    <w:pPr>
      <w:keepNext/>
      <w:outlineLvl w:val="4"/>
    </w:pPr>
    <w:rPr>
      <w:b/>
      <w:sz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rmal">
    <w:name w:val="Normal"/>
    <w:rPr>
      <w:sz w:val="24"/>
    </w:rPr>
  </w:style>
  <w:style w:type="paragraph" w:styleId="a4">
    <w:name w:val="Название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customStyle="1" w:styleId="10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5">
    <w:name w:val="Body Text Indent"/>
    <w:basedOn w:val="a0"/>
    <w:pPr>
      <w:ind w:left="1843" w:firstLine="317"/>
      <w:jc w:val="both"/>
    </w:pPr>
    <w:rPr>
      <w:sz w:val="24"/>
    </w:rPr>
  </w:style>
  <w:style w:type="paragraph" w:customStyle="1" w:styleId="HLP">
    <w:name w:val="HLP"/>
    <w:basedOn w:val="1"/>
    <w:next w:val="a0"/>
    <w:autoRedefine/>
    <w:pPr>
      <w:autoSpaceDE/>
      <w:autoSpaceDN/>
      <w:spacing w:before="0"/>
    </w:pPr>
    <w:rPr>
      <w:snapToGrid w:val="0"/>
      <w:sz w:val="20"/>
    </w:rPr>
  </w:style>
  <w:style w:type="paragraph" w:customStyle="1" w:styleId="20">
    <w:name w:val="Стиль 2 столбца (по центру)"/>
    <w:basedOn w:val="a0"/>
    <w:pPr>
      <w:jc w:val="center"/>
    </w:pPr>
    <w:rPr>
      <w:rFonts w:ascii="Arial" w:hAnsi="Arial"/>
      <w:sz w:val="24"/>
    </w:rPr>
  </w:style>
  <w:style w:type="paragraph" w:customStyle="1" w:styleId="a6">
    <w:name w:val="Основа для док."/>
    <w:basedOn w:val="a0"/>
    <w:pPr>
      <w:ind w:firstLine="284"/>
      <w:jc w:val="both"/>
    </w:pPr>
    <w:rPr>
      <w:rFonts w:ascii="Arial" w:hAnsi="Arial"/>
      <w:sz w:val="24"/>
    </w:rPr>
  </w:style>
  <w:style w:type="paragraph" w:customStyle="1" w:styleId="a7">
    <w:name w:val="марк основ"/>
    <w:basedOn w:val="a6"/>
    <w:pPr>
      <w:spacing w:before="120" w:after="120"/>
    </w:pPr>
    <w:rPr>
      <w:b/>
    </w:rPr>
  </w:style>
  <w:style w:type="table" w:styleId="a8">
    <w:name w:val="Table Grid"/>
    <w:basedOn w:val="a2"/>
    <w:rsid w:val="002D6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0"/>
    <w:rsid w:val="00B97BC7"/>
    <w:pPr>
      <w:tabs>
        <w:tab w:val="center" w:pos="4677"/>
        <w:tab w:val="right" w:pos="9355"/>
      </w:tabs>
    </w:pPr>
  </w:style>
  <w:style w:type="paragraph" w:styleId="aa">
    <w:name w:val="footer"/>
    <w:basedOn w:val="a0"/>
    <w:rsid w:val="00B97BC7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B97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oramaEditor12\geodesy.dot\00_MejPla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00_MejPlan.dot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2019-02-03T11:00:00Z</dcterms:created>
  <dcterms:modified xsi:type="dcterms:W3CDTF">2019-02-03T11:02:00Z</dcterms:modified>
</cp:coreProperties>
</file>